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DEC52-B4EC-405F-BBBD-7E06DC1B3593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